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  <w:bookmarkStart w:id="0" w:name="_GoBack"/>
      <w:bookmarkEnd w:id="0"/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72E7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72E7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A72E7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A72E7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A72E79">
      <w:rPr>
        <w:i/>
        <w:szCs w:val="24"/>
      </w:rPr>
      <w:t>10022459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29E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2E79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B020ACE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33D08-0A0A-4D84-9800-4AAFE30DC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2021-11-03T14:20:00Z</dcterms:created>
  <dcterms:modified xsi:type="dcterms:W3CDTF">2021-11-03T14:20:00Z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